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04C" w:rsidRDefault="0057304C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7770B8" w:rsidRPr="007770B8" w:rsidRDefault="007770B8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 xml:space="preserve">Problème </w:t>
      </w:r>
      <w:r w:rsidR="00614EAB">
        <w:rPr>
          <w:rFonts w:ascii="Arial" w:hAnsi="Arial" w:cs="Arial"/>
          <w:b/>
          <w:color w:val="000000"/>
          <w:sz w:val="24"/>
          <w:szCs w:val="24"/>
          <w:lang w:eastAsia="fr-FR"/>
        </w:rPr>
        <w:t>1</w:t>
      </w: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> :</w:t>
      </w:r>
    </w:p>
    <w:p w:rsidR="007770B8" w:rsidRPr="007770B8" w:rsidRDefault="007770B8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>M et Mme Duparc ont une voiture qui utilise 7</w:t>
      </w:r>
      <w:r w:rsidR="00345EF8">
        <w:rPr>
          <w:rFonts w:ascii="Arial" w:hAnsi="Arial" w:cs="Arial"/>
          <w:color w:val="000000"/>
          <w:sz w:val="24"/>
          <w:szCs w:val="24"/>
          <w:lang w:eastAsia="fr-FR"/>
        </w:rPr>
        <w:t>,5</w:t>
      </w: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 litres d’essence pour 100 km parcourus. </w:t>
      </w:r>
    </w:p>
    <w:p w:rsidR="007770B8" w:rsidRPr="007770B8" w:rsidRDefault="007770B8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Combien vont-ils utiliser d’essence pour faire 300 km ? </w:t>
      </w:r>
    </w:p>
    <w:p w:rsidR="007770B8" w:rsidRPr="007770B8" w:rsidRDefault="007770B8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57304C"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 xml:space="preserve">Ce problème montre-t-il une situation de proportionnalité ? </w:t>
      </w:r>
      <w:r w:rsidR="00614EAB"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>Explique ta réponse :</w:t>
      </w:r>
    </w:p>
    <w:p w:rsidR="007770B8" w:rsidRDefault="007770B8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7770B8" w:rsidRDefault="007770B8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614EAB" w:rsidRDefault="00614EAB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614EAB" w:rsidRDefault="00614EAB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614EAB" w:rsidRDefault="00614EAB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614EAB" w:rsidRDefault="00614EAB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614EAB" w:rsidRDefault="00614EAB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614EAB" w:rsidRPr="007770B8" w:rsidRDefault="00614EAB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BD1324" w:rsidRPr="007770B8" w:rsidRDefault="00BD1324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 xml:space="preserve">Problème </w:t>
      </w:r>
      <w:r w:rsidR="00614EAB">
        <w:rPr>
          <w:rFonts w:ascii="Arial" w:hAnsi="Arial" w:cs="Arial"/>
          <w:b/>
          <w:color w:val="000000"/>
          <w:sz w:val="24"/>
          <w:szCs w:val="24"/>
          <w:lang w:eastAsia="fr-FR"/>
        </w:rPr>
        <w:t>2</w:t>
      </w: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> :</w:t>
      </w:r>
    </w:p>
    <w:p w:rsidR="00BD1324" w:rsidRPr="007770B8" w:rsidRDefault="007770B8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Le paquet de 12 dosettes de café coûte </w:t>
      </w:r>
      <w:r w:rsidR="00A7693A">
        <w:rPr>
          <w:rFonts w:ascii="Arial" w:hAnsi="Arial" w:cs="Arial"/>
          <w:color w:val="000000"/>
          <w:sz w:val="24"/>
          <w:szCs w:val="24"/>
          <w:lang w:eastAsia="fr-FR"/>
        </w:rPr>
        <w:t>4</w:t>
      </w: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>€.</w:t>
      </w:r>
    </w:p>
    <w:p w:rsidR="007770B8" w:rsidRPr="007770B8" w:rsidRDefault="007770B8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Le paquet de </w:t>
      </w:r>
      <w:r>
        <w:rPr>
          <w:rFonts w:ascii="Arial" w:hAnsi="Arial" w:cs="Arial"/>
          <w:color w:val="000000"/>
          <w:sz w:val="24"/>
          <w:szCs w:val="24"/>
          <w:lang w:eastAsia="fr-FR"/>
        </w:rPr>
        <w:t>24</w:t>
      </w: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 dosettes de café coûte </w:t>
      </w:r>
      <w:r>
        <w:rPr>
          <w:rFonts w:ascii="Arial" w:hAnsi="Arial" w:cs="Arial"/>
          <w:color w:val="000000"/>
          <w:sz w:val="24"/>
          <w:szCs w:val="24"/>
          <w:lang w:eastAsia="fr-FR"/>
        </w:rPr>
        <w:t>6</w:t>
      </w: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>€.</w:t>
      </w:r>
    </w:p>
    <w:p w:rsidR="00BD1324" w:rsidRPr="007770B8" w:rsidRDefault="007770B8" w:rsidP="007770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fr-FR"/>
        </w:rPr>
      </w:pPr>
      <w:r>
        <w:rPr>
          <w:rFonts w:ascii="Arial" w:hAnsi="Arial" w:cs="Arial"/>
          <w:color w:val="000000"/>
          <w:sz w:val="24"/>
          <w:szCs w:val="24"/>
          <w:lang w:eastAsia="fr-FR"/>
        </w:rPr>
        <w:t>Combien coûte un paquet de 48 dosettes ?</w:t>
      </w:r>
    </w:p>
    <w:p w:rsidR="007770B8" w:rsidRPr="007770B8" w:rsidRDefault="007770B8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57304C"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 xml:space="preserve">Ce problème montre-t-il une situation de proportionnalité ? </w:t>
      </w:r>
      <w:r w:rsidR="00614EAB"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 xml:space="preserve">Explique ta réponse : </w:t>
      </w:r>
    </w:p>
    <w:p w:rsidR="00BD1324" w:rsidRDefault="00BD1324" w:rsidP="007770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fr-FR"/>
        </w:rPr>
      </w:pPr>
    </w:p>
    <w:p w:rsidR="0057304C" w:rsidRPr="007770B8" w:rsidRDefault="0057304C" w:rsidP="007770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 xml:space="preserve">Problème </w:t>
      </w:r>
      <w:r>
        <w:rPr>
          <w:rFonts w:ascii="Arial" w:hAnsi="Arial" w:cs="Arial"/>
          <w:b/>
          <w:color w:val="000000"/>
          <w:sz w:val="24"/>
          <w:szCs w:val="24"/>
          <w:lang w:eastAsia="fr-FR"/>
        </w:rPr>
        <w:t>3</w:t>
      </w: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> :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Le </w:t>
      </w:r>
      <w:r>
        <w:rPr>
          <w:rFonts w:ascii="Arial" w:hAnsi="Arial" w:cs="Arial"/>
          <w:color w:val="000000"/>
          <w:sz w:val="24"/>
          <w:szCs w:val="24"/>
          <w:lang w:eastAsia="fr-FR"/>
        </w:rPr>
        <w:t xml:space="preserve">bébé de Monsieur et madame Martin </w:t>
      </w:r>
      <w:r w:rsidR="00A7693A">
        <w:rPr>
          <w:rFonts w:ascii="Arial" w:hAnsi="Arial" w:cs="Arial"/>
          <w:color w:val="000000"/>
          <w:sz w:val="24"/>
          <w:szCs w:val="24"/>
          <w:lang w:eastAsia="fr-FR"/>
        </w:rPr>
        <w:t>pesait</w:t>
      </w:r>
      <w:r>
        <w:rPr>
          <w:rFonts w:ascii="Arial" w:hAnsi="Arial" w:cs="Arial"/>
          <w:color w:val="000000"/>
          <w:sz w:val="24"/>
          <w:szCs w:val="24"/>
          <w:lang w:eastAsia="fr-FR"/>
        </w:rPr>
        <w:t xml:space="preserve"> 5 kg lorsqu’il avait 1 mois. A 6 mois, il pèse 12 kg.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57304C"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 xml:space="preserve">Ce problème montre-t-il une situation de proportionnalité ? </w:t>
      </w:r>
      <w:r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 xml:space="preserve">Explique ta réponse : </w:t>
      </w: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614EAB" w:rsidRDefault="00614EAB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614EAB" w:rsidRDefault="00614EAB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614EAB" w:rsidRDefault="00614EAB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614EAB" w:rsidRDefault="00614EAB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 xml:space="preserve">Problème </w:t>
      </w:r>
      <w:r>
        <w:rPr>
          <w:rFonts w:ascii="Arial" w:hAnsi="Arial" w:cs="Arial"/>
          <w:b/>
          <w:color w:val="000000"/>
          <w:sz w:val="24"/>
          <w:szCs w:val="24"/>
          <w:lang w:eastAsia="fr-FR"/>
        </w:rPr>
        <w:t>1</w:t>
      </w: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> :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>M et Mme Duparc ont une voiture qui utilise 7</w:t>
      </w:r>
      <w:r>
        <w:rPr>
          <w:rFonts w:ascii="Arial" w:hAnsi="Arial" w:cs="Arial"/>
          <w:color w:val="000000"/>
          <w:sz w:val="24"/>
          <w:szCs w:val="24"/>
          <w:lang w:eastAsia="fr-FR"/>
        </w:rPr>
        <w:t>,5</w:t>
      </w: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 litres d’essence pour 100 km parcourus. 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Combien vont-ils utiliser d’essence pour faire 300 km ? 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57304C"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 xml:space="preserve">Ce problème montre-t-il une situation de proportionnalité ? </w:t>
      </w:r>
      <w:r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>Explique ta réponse :</w:t>
      </w: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 xml:space="preserve">Problème </w:t>
      </w:r>
      <w:r>
        <w:rPr>
          <w:rFonts w:ascii="Arial" w:hAnsi="Arial" w:cs="Arial"/>
          <w:b/>
          <w:color w:val="000000"/>
          <w:sz w:val="24"/>
          <w:szCs w:val="24"/>
          <w:lang w:eastAsia="fr-FR"/>
        </w:rPr>
        <w:t>2</w:t>
      </w: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> :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Le paquet de 12 dosettes de café coûte </w:t>
      </w:r>
      <w:r w:rsidR="00A7693A">
        <w:rPr>
          <w:rFonts w:ascii="Arial" w:hAnsi="Arial" w:cs="Arial"/>
          <w:color w:val="000000"/>
          <w:sz w:val="24"/>
          <w:szCs w:val="24"/>
          <w:lang w:eastAsia="fr-FR"/>
        </w:rPr>
        <w:t>4</w:t>
      </w: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>€.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Le paquet de </w:t>
      </w:r>
      <w:r>
        <w:rPr>
          <w:rFonts w:ascii="Arial" w:hAnsi="Arial" w:cs="Arial"/>
          <w:color w:val="000000"/>
          <w:sz w:val="24"/>
          <w:szCs w:val="24"/>
          <w:lang w:eastAsia="fr-FR"/>
        </w:rPr>
        <w:t>24</w:t>
      </w: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 dosettes de café coûte </w:t>
      </w:r>
      <w:r>
        <w:rPr>
          <w:rFonts w:ascii="Arial" w:hAnsi="Arial" w:cs="Arial"/>
          <w:color w:val="000000"/>
          <w:sz w:val="24"/>
          <w:szCs w:val="24"/>
          <w:lang w:eastAsia="fr-FR"/>
        </w:rPr>
        <w:t>6</w:t>
      </w: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>€.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fr-FR"/>
        </w:rPr>
      </w:pPr>
      <w:r>
        <w:rPr>
          <w:rFonts w:ascii="Arial" w:hAnsi="Arial" w:cs="Arial"/>
          <w:color w:val="000000"/>
          <w:sz w:val="24"/>
          <w:szCs w:val="24"/>
          <w:lang w:eastAsia="fr-FR"/>
        </w:rPr>
        <w:t>Combien coûte un paquet de 48 dosettes ?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57304C"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 xml:space="preserve">Ce problème montre-t-il une situation de proportionnalité ? </w:t>
      </w:r>
      <w:r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 xml:space="preserve">Explique ta réponse : </w:t>
      </w: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fr-FR"/>
        </w:rPr>
      </w:pP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 xml:space="preserve">Problème </w:t>
      </w:r>
      <w:r>
        <w:rPr>
          <w:rFonts w:ascii="Arial" w:hAnsi="Arial" w:cs="Arial"/>
          <w:b/>
          <w:color w:val="000000"/>
          <w:sz w:val="24"/>
          <w:szCs w:val="24"/>
          <w:lang w:eastAsia="fr-FR"/>
        </w:rPr>
        <w:t>3</w:t>
      </w: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> :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Le </w:t>
      </w:r>
      <w:r>
        <w:rPr>
          <w:rFonts w:ascii="Arial" w:hAnsi="Arial" w:cs="Arial"/>
          <w:color w:val="000000"/>
          <w:sz w:val="24"/>
          <w:szCs w:val="24"/>
          <w:lang w:eastAsia="fr-FR"/>
        </w:rPr>
        <w:t xml:space="preserve">bébé de Monsieur et madame Martin </w:t>
      </w:r>
      <w:r w:rsidR="00A7693A">
        <w:rPr>
          <w:rFonts w:ascii="Arial" w:hAnsi="Arial" w:cs="Arial"/>
          <w:color w:val="000000"/>
          <w:sz w:val="24"/>
          <w:szCs w:val="24"/>
          <w:lang w:eastAsia="fr-FR"/>
        </w:rPr>
        <w:t>pesait</w:t>
      </w:r>
      <w:bookmarkStart w:id="0" w:name="_GoBack"/>
      <w:bookmarkEnd w:id="0"/>
      <w:r>
        <w:rPr>
          <w:rFonts w:ascii="Arial" w:hAnsi="Arial" w:cs="Arial"/>
          <w:color w:val="000000"/>
          <w:sz w:val="24"/>
          <w:szCs w:val="24"/>
          <w:lang w:eastAsia="fr-FR"/>
        </w:rPr>
        <w:t xml:space="preserve"> 5 kg lorsqu’il avait 1 mois. A 6 mois, il pèse 12 kg.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57304C"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 xml:space="preserve">Ce problème montre-t-il une situation de proportionnalité ? </w:t>
      </w:r>
      <w:r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 xml:space="preserve">Explique ta réponse : </w:t>
      </w:r>
    </w:p>
    <w:sectPr w:rsidR="00B25F8D" w:rsidRPr="007770B8" w:rsidSect="00BD132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24"/>
    <w:rsid w:val="001227C2"/>
    <w:rsid w:val="001D645B"/>
    <w:rsid w:val="00345EF8"/>
    <w:rsid w:val="004C00FD"/>
    <w:rsid w:val="005175A3"/>
    <w:rsid w:val="0057304C"/>
    <w:rsid w:val="005F7238"/>
    <w:rsid w:val="00614EAB"/>
    <w:rsid w:val="007770B8"/>
    <w:rsid w:val="007E024D"/>
    <w:rsid w:val="008A17DC"/>
    <w:rsid w:val="00A13D35"/>
    <w:rsid w:val="00A7693A"/>
    <w:rsid w:val="00B25F8D"/>
    <w:rsid w:val="00BD1324"/>
    <w:rsid w:val="00F5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589F6"/>
  <w15:chartTrackingRefBased/>
  <w15:docId w15:val="{1FFB4AE2-593A-41CE-9903-563CE81E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BD13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777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5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6</cp:revision>
  <cp:lastPrinted>2016-12-30T12:13:00Z</cp:lastPrinted>
  <dcterms:created xsi:type="dcterms:W3CDTF">2018-01-28T13:40:00Z</dcterms:created>
  <dcterms:modified xsi:type="dcterms:W3CDTF">2019-05-12T06:23:00Z</dcterms:modified>
</cp:coreProperties>
</file>